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72A1A" w14:textId="77777777" w:rsidR="00F707F5" w:rsidRPr="00D21F44" w:rsidRDefault="00F707F5" w:rsidP="00367AFC">
      <w:pPr>
        <w:rPr>
          <w:rFonts w:ascii="Calibri" w:hAnsi="Calibri" w:cs="Calibri"/>
          <w:b/>
          <w:sz w:val="28"/>
          <w:szCs w:val="28"/>
        </w:rPr>
      </w:pPr>
    </w:p>
    <w:p w14:paraId="5B66ED34" w14:textId="77777777" w:rsidR="00F707F5" w:rsidRPr="00D21F44" w:rsidRDefault="00F707F5" w:rsidP="00367AFC">
      <w:pPr>
        <w:rPr>
          <w:rFonts w:ascii="Calibri" w:hAnsi="Calibri" w:cs="Calibri"/>
          <w:b/>
          <w:sz w:val="28"/>
          <w:szCs w:val="28"/>
        </w:rPr>
      </w:pPr>
    </w:p>
    <w:p w14:paraId="16A6C1DB" w14:textId="77777777" w:rsidR="00F707F5" w:rsidRPr="00D21F44" w:rsidRDefault="00F707F5" w:rsidP="00367AFC">
      <w:pPr>
        <w:rPr>
          <w:rFonts w:ascii="Calibri" w:hAnsi="Calibri" w:cs="Calibri"/>
          <w:b/>
          <w:sz w:val="28"/>
          <w:szCs w:val="28"/>
        </w:rPr>
      </w:pPr>
    </w:p>
    <w:p w14:paraId="1667997F" w14:textId="3955D087" w:rsidR="00442D8E" w:rsidRPr="00D21F44" w:rsidRDefault="009411FD" w:rsidP="00367AFC">
      <w:pPr>
        <w:rPr>
          <w:rStyle w:val="Strong"/>
          <w:rFonts w:ascii="Calibri" w:hAnsi="Calibri" w:cs="Calibri"/>
          <w:color w:val="000000"/>
          <w:sz w:val="40"/>
          <w:szCs w:val="40"/>
        </w:rPr>
      </w:pPr>
      <w:r w:rsidRPr="00D21F44">
        <w:rPr>
          <w:rFonts w:ascii="Calibri" w:hAnsi="Calibri" w:cs="Calibri"/>
          <w:b/>
          <w:sz w:val="40"/>
          <w:szCs w:val="40"/>
        </w:rPr>
        <w:t xml:space="preserve">Prijavnica </w:t>
      </w:r>
      <w:r w:rsidR="00F707F5" w:rsidRPr="00D21F44">
        <w:rPr>
          <w:rFonts w:ascii="Calibri" w:hAnsi="Calibri" w:cs="Calibri"/>
          <w:b/>
          <w:sz w:val="40"/>
          <w:szCs w:val="40"/>
        </w:rPr>
        <w:t xml:space="preserve">za </w:t>
      </w:r>
      <w:r w:rsidRPr="00D21F44">
        <w:rPr>
          <w:rStyle w:val="Strong"/>
          <w:rFonts w:ascii="Calibri" w:hAnsi="Calibri" w:cs="Calibri"/>
          <w:color w:val="000000"/>
          <w:sz w:val="40"/>
          <w:szCs w:val="40"/>
        </w:rPr>
        <w:t>predlaganje izl</w:t>
      </w:r>
      <w:r w:rsidR="00F6481B">
        <w:rPr>
          <w:rStyle w:val="Strong"/>
          <w:rFonts w:ascii="Calibri" w:hAnsi="Calibri" w:cs="Calibri"/>
          <w:color w:val="000000"/>
          <w:sz w:val="40"/>
          <w:szCs w:val="40"/>
        </w:rPr>
        <w:t xml:space="preserve">ožbenih projekata za program </w:t>
      </w:r>
      <w:proofErr w:type="spellStart"/>
      <w:r w:rsidR="00F6481B">
        <w:rPr>
          <w:rStyle w:val="Strong"/>
          <w:rFonts w:ascii="Calibri" w:hAnsi="Calibri" w:cs="Calibri"/>
          <w:color w:val="000000"/>
          <w:sz w:val="40"/>
          <w:szCs w:val="40"/>
        </w:rPr>
        <w:t>HUiU</w:t>
      </w:r>
      <w:proofErr w:type="spellEnd"/>
      <w:r w:rsidRPr="00D21F44">
        <w:rPr>
          <w:rStyle w:val="Strong"/>
          <w:rFonts w:ascii="Calibri" w:hAnsi="Calibri" w:cs="Calibri"/>
          <w:color w:val="000000"/>
          <w:sz w:val="40"/>
          <w:szCs w:val="40"/>
        </w:rPr>
        <w:t xml:space="preserve"> galerije u 20</w:t>
      </w:r>
      <w:r w:rsidR="00E62C6A">
        <w:rPr>
          <w:rStyle w:val="Strong"/>
          <w:rFonts w:ascii="Calibri" w:hAnsi="Calibri" w:cs="Calibri"/>
          <w:color w:val="000000"/>
          <w:sz w:val="40"/>
          <w:szCs w:val="40"/>
        </w:rPr>
        <w:t>2</w:t>
      </w:r>
      <w:r w:rsidR="00673A6C">
        <w:rPr>
          <w:rStyle w:val="Strong"/>
          <w:rFonts w:ascii="Calibri" w:hAnsi="Calibri" w:cs="Calibri"/>
          <w:color w:val="000000"/>
          <w:sz w:val="40"/>
          <w:szCs w:val="40"/>
        </w:rPr>
        <w:t>1</w:t>
      </w:r>
      <w:bookmarkStart w:id="0" w:name="_GoBack"/>
      <w:bookmarkEnd w:id="0"/>
      <w:r w:rsidRPr="00D21F44">
        <w:rPr>
          <w:rStyle w:val="Strong"/>
          <w:rFonts w:ascii="Calibri" w:hAnsi="Calibri" w:cs="Calibri"/>
          <w:color w:val="000000"/>
          <w:sz w:val="40"/>
          <w:szCs w:val="40"/>
        </w:rPr>
        <w:t xml:space="preserve">. </w:t>
      </w:r>
      <w:r w:rsidR="00F707F5" w:rsidRPr="00D21F44">
        <w:rPr>
          <w:rStyle w:val="Strong"/>
          <w:rFonts w:ascii="Calibri" w:hAnsi="Calibri" w:cs="Calibri"/>
          <w:color w:val="000000"/>
          <w:sz w:val="40"/>
          <w:szCs w:val="40"/>
        </w:rPr>
        <w:t>g</w:t>
      </w:r>
      <w:r w:rsidRPr="00D21F44">
        <w:rPr>
          <w:rStyle w:val="Strong"/>
          <w:rFonts w:ascii="Calibri" w:hAnsi="Calibri" w:cs="Calibri"/>
          <w:color w:val="000000"/>
          <w:sz w:val="40"/>
          <w:szCs w:val="40"/>
        </w:rPr>
        <w:t>odini</w:t>
      </w:r>
    </w:p>
    <w:p w14:paraId="662F4367" w14:textId="77777777" w:rsidR="00F707F5" w:rsidRPr="00D21F44" w:rsidRDefault="00F707F5" w:rsidP="00367AFC">
      <w:pPr>
        <w:rPr>
          <w:rStyle w:val="Strong"/>
          <w:rFonts w:ascii="Calibri" w:hAnsi="Calibri" w:cs="Calibri"/>
          <w:color w:val="000000"/>
          <w:sz w:val="28"/>
          <w:szCs w:val="28"/>
        </w:rPr>
      </w:pPr>
    </w:p>
    <w:p w14:paraId="3E39B6A9" w14:textId="77777777" w:rsidR="00F707F5" w:rsidRPr="00D21F44" w:rsidRDefault="00F707F5" w:rsidP="00367AFC">
      <w:pPr>
        <w:rPr>
          <w:rFonts w:ascii="Calibri" w:hAnsi="Calibri" w:cs="Calibri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5747"/>
      </w:tblGrid>
      <w:tr w:rsidR="00F707F5" w:rsidRPr="00D21F44" w14:paraId="33F63DE9" w14:textId="77777777" w:rsidTr="00C45704">
        <w:tc>
          <w:tcPr>
            <w:tcW w:w="7982" w:type="dxa"/>
            <w:gridSpan w:val="2"/>
            <w:shd w:val="solid" w:color="auto" w:fill="000000"/>
          </w:tcPr>
          <w:p w14:paraId="47214EFB" w14:textId="77777777" w:rsidR="00F707F5" w:rsidRPr="00D21F44" w:rsidRDefault="00F707F5" w:rsidP="00367AFC">
            <w:pPr>
              <w:rPr>
                <w:rFonts w:ascii="Calibri" w:hAnsi="Calibri" w:cs="Calibri"/>
                <w:b/>
              </w:rPr>
            </w:pPr>
          </w:p>
          <w:p w14:paraId="63DFC800" w14:textId="77777777" w:rsidR="00F707F5" w:rsidRPr="00D21F44" w:rsidRDefault="00F707F5" w:rsidP="002360D8">
            <w:pPr>
              <w:numPr>
                <w:ilvl w:val="0"/>
                <w:numId w:val="12"/>
              </w:numPr>
              <w:rPr>
                <w:rFonts w:ascii="Calibri" w:hAnsi="Calibri" w:cs="Calibri"/>
                <w:b/>
                <w:sz w:val="24"/>
                <w:szCs w:val="24"/>
              </w:rPr>
            </w:pPr>
            <w:r w:rsidRPr="00D21F44">
              <w:rPr>
                <w:rFonts w:ascii="Calibri" w:hAnsi="Calibri" w:cs="Calibri"/>
                <w:b/>
                <w:sz w:val="24"/>
                <w:szCs w:val="24"/>
              </w:rPr>
              <w:t>PODACI O PREDLAGATELJU PROJEKTA</w:t>
            </w:r>
          </w:p>
          <w:p w14:paraId="1B089985" w14:textId="77777777" w:rsidR="00F707F5" w:rsidRPr="00D21F44" w:rsidRDefault="00F707F5" w:rsidP="00367AFC">
            <w:pPr>
              <w:rPr>
                <w:rFonts w:ascii="Calibri" w:hAnsi="Calibri" w:cs="Calibri"/>
                <w:b/>
              </w:rPr>
            </w:pPr>
          </w:p>
        </w:tc>
      </w:tr>
      <w:tr w:rsidR="00F707F5" w:rsidRPr="00D21F44" w14:paraId="1B6DA8D5" w14:textId="77777777">
        <w:tc>
          <w:tcPr>
            <w:tcW w:w="2235" w:type="dxa"/>
          </w:tcPr>
          <w:p w14:paraId="08B1EF23" w14:textId="77777777" w:rsidR="00F707F5" w:rsidRPr="00D21F44" w:rsidRDefault="00E86C80" w:rsidP="00367AF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21F44">
              <w:rPr>
                <w:rFonts w:ascii="Calibri" w:hAnsi="Calibri" w:cs="Calibri"/>
                <w:sz w:val="20"/>
                <w:szCs w:val="20"/>
              </w:rPr>
              <w:t>Ime</w:t>
            </w:r>
            <w:r w:rsidR="001F0112" w:rsidRPr="00D21F44">
              <w:rPr>
                <w:rFonts w:ascii="Calibri" w:hAnsi="Calibri" w:cs="Calibri"/>
                <w:sz w:val="20"/>
                <w:szCs w:val="20"/>
              </w:rPr>
              <w:t>/naziv</w:t>
            </w:r>
            <w:r w:rsidR="00F707F5" w:rsidRPr="00D21F44">
              <w:rPr>
                <w:rFonts w:ascii="Calibri" w:hAnsi="Calibri" w:cs="Calibri"/>
                <w:sz w:val="20"/>
                <w:szCs w:val="20"/>
              </w:rPr>
              <w:t xml:space="preserve"> i sjedište predlagatelja:</w:t>
            </w:r>
          </w:p>
        </w:tc>
        <w:tc>
          <w:tcPr>
            <w:tcW w:w="5747" w:type="dxa"/>
          </w:tcPr>
          <w:p w14:paraId="2D2FBCE0" w14:textId="77777777" w:rsidR="00F707F5" w:rsidRPr="00D21F44" w:rsidRDefault="00F707F5" w:rsidP="00367AFC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F707F5" w:rsidRPr="00D21F44" w14:paraId="338DA0BF" w14:textId="77777777">
        <w:tc>
          <w:tcPr>
            <w:tcW w:w="2235" w:type="dxa"/>
          </w:tcPr>
          <w:p w14:paraId="58F2A37B" w14:textId="77777777" w:rsidR="00F707F5" w:rsidRPr="00D21F44" w:rsidRDefault="00F707F5" w:rsidP="00367AFC">
            <w:pPr>
              <w:rPr>
                <w:rFonts w:ascii="Calibri" w:hAnsi="Calibri" w:cs="Calibri"/>
                <w:sz w:val="20"/>
                <w:szCs w:val="20"/>
              </w:rPr>
            </w:pPr>
            <w:r w:rsidRPr="00D21F44">
              <w:rPr>
                <w:rFonts w:ascii="Calibri" w:hAnsi="Calibri" w:cs="Calibri"/>
                <w:sz w:val="20"/>
                <w:szCs w:val="20"/>
                <w:lang w:val="pl-PL"/>
              </w:rPr>
              <w:t>Adresa (broj pošte, mjesto, ulica i broj):</w:t>
            </w:r>
          </w:p>
        </w:tc>
        <w:tc>
          <w:tcPr>
            <w:tcW w:w="5747" w:type="dxa"/>
          </w:tcPr>
          <w:p w14:paraId="6F76970C" w14:textId="77777777" w:rsidR="00F707F5" w:rsidRPr="00D21F44" w:rsidRDefault="00F707F5" w:rsidP="00367AFC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F707F5" w:rsidRPr="00D21F44" w14:paraId="32697EF6" w14:textId="77777777">
        <w:tc>
          <w:tcPr>
            <w:tcW w:w="2235" w:type="dxa"/>
          </w:tcPr>
          <w:p w14:paraId="5B5C7CC0" w14:textId="77777777" w:rsidR="00F707F5" w:rsidRPr="00D21F44" w:rsidRDefault="00F707F5" w:rsidP="00367AFC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D21F44">
              <w:rPr>
                <w:rFonts w:ascii="Calibri" w:hAnsi="Calibri" w:cs="Calibri"/>
                <w:sz w:val="20"/>
                <w:szCs w:val="20"/>
                <w:lang w:val="pl-PL"/>
              </w:rPr>
              <w:t>Telefon:</w:t>
            </w:r>
          </w:p>
        </w:tc>
        <w:tc>
          <w:tcPr>
            <w:tcW w:w="5747" w:type="dxa"/>
          </w:tcPr>
          <w:p w14:paraId="062AC8E4" w14:textId="77777777" w:rsidR="00F707F5" w:rsidRPr="00D21F44" w:rsidRDefault="00F707F5" w:rsidP="00367AFC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F707F5" w:rsidRPr="00D21F44" w14:paraId="5A3D1740" w14:textId="77777777">
        <w:tc>
          <w:tcPr>
            <w:tcW w:w="2235" w:type="dxa"/>
          </w:tcPr>
          <w:p w14:paraId="14387CAF" w14:textId="77777777" w:rsidR="00F707F5" w:rsidRPr="00D21F44" w:rsidRDefault="00F707F5" w:rsidP="00F707F5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D21F44">
              <w:rPr>
                <w:rFonts w:ascii="Calibri" w:hAnsi="Calibri" w:cs="Calibri"/>
                <w:sz w:val="20"/>
                <w:szCs w:val="20"/>
                <w:lang w:val="pl-PL"/>
              </w:rPr>
              <w:t>Telefaks:</w:t>
            </w:r>
          </w:p>
        </w:tc>
        <w:tc>
          <w:tcPr>
            <w:tcW w:w="5747" w:type="dxa"/>
          </w:tcPr>
          <w:p w14:paraId="56140CD4" w14:textId="77777777" w:rsidR="00F707F5" w:rsidRPr="00D21F44" w:rsidRDefault="00F707F5" w:rsidP="00367AFC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F707F5" w:rsidRPr="00D21F44" w14:paraId="25D4F6BA" w14:textId="77777777">
        <w:tc>
          <w:tcPr>
            <w:tcW w:w="2235" w:type="dxa"/>
          </w:tcPr>
          <w:p w14:paraId="74B1E437" w14:textId="77777777" w:rsidR="00F707F5" w:rsidRPr="00D21F44" w:rsidRDefault="00F707F5" w:rsidP="00367AFC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D21F44">
              <w:rPr>
                <w:rFonts w:ascii="Calibri" w:hAnsi="Calibri" w:cs="Calibri"/>
                <w:sz w:val="20"/>
                <w:szCs w:val="20"/>
                <w:lang w:val="pl-PL"/>
              </w:rPr>
              <w:t>E-pošta:</w:t>
            </w:r>
          </w:p>
        </w:tc>
        <w:tc>
          <w:tcPr>
            <w:tcW w:w="5747" w:type="dxa"/>
          </w:tcPr>
          <w:p w14:paraId="678CF662" w14:textId="77777777" w:rsidR="00F707F5" w:rsidRPr="00D21F44" w:rsidRDefault="00F707F5" w:rsidP="00367AFC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F707F5" w:rsidRPr="00D21F44" w14:paraId="1718F240" w14:textId="77777777">
        <w:tc>
          <w:tcPr>
            <w:tcW w:w="2235" w:type="dxa"/>
          </w:tcPr>
          <w:p w14:paraId="760A1156" w14:textId="77777777" w:rsidR="00F707F5" w:rsidRPr="00D21F44" w:rsidRDefault="00F707F5" w:rsidP="00367AFC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D21F44">
              <w:rPr>
                <w:rFonts w:ascii="Calibri" w:hAnsi="Calibri" w:cs="Calibri"/>
                <w:sz w:val="20"/>
                <w:szCs w:val="20"/>
                <w:lang w:val="pl-PL"/>
              </w:rPr>
              <w:t>Internet adresa:</w:t>
            </w:r>
          </w:p>
        </w:tc>
        <w:tc>
          <w:tcPr>
            <w:tcW w:w="5747" w:type="dxa"/>
          </w:tcPr>
          <w:p w14:paraId="7B48134A" w14:textId="77777777" w:rsidR="00F707F5" w:rsidRPr="00D21F44" w:rsidRDefault="00F707F5" w:rsidP="00367AFC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F707F5" w:rsidRPr="00D21F44" w14:paraId="297A4BE3" w14:textId="77777777">
        <w:tc>
          <w:tcPr>
            <w:tcW w:w="2235" w:type="dxa"/>
          </w:tcPr>
          <w:p w14:paraId="3312382C" w14:textId="77777777" w:rsidR="00F707F5" w:rsidRPr="00D21F44" w:rsidRDefault="00F707F5" w:rsidP="00367AFC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D21F44">
              <w:rPr>
                <w:rFonts w:ascii="Calibri" w:hAnsi="Calibri" w:cs="Calibri"/>
                <w:sz w:val="20"/>
                <w:szCs w:val="20"/>
                <w:lang w:val="pl-PL"/>
              </w:rPr>
              <w:t>Odgovorna osoba i funkcija:</w:t>
            </w:r>
          </w:p>
        </w:tc>
        <w:tc>
          <w:tcPr>
            <w:tcW w:w="5747" w:type="dxa"/>
          </w:tcPr>
          <w:p w14:paraId="5D01CF4B" w14:textId="77777777" w:rsidR="00F707F5" w:rsidRPr="00D21F44" w:rsidRDefault="00F707F5" w:rsidP="00367AFC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53BDFC8F" w14:textId="77777777" w:rsidR="00F707F5" w:rsidRPr="00D21F44" w:rsidRDefault="00F707F5" w:rsidP="00367AFC">
      <w:pPr>
        <w:rPr>
          <w:rFonts w:ascii="Calibri" w:hAnsi="Calibri" w:cs="Calibri"/>
          <w:sz w:val="28"/>
          <w:szCs w:val="28"/>
        </w:rPr>
      </w:pPr>
    </w:p>
    <w:p w14:paraId="3A8EE386" w14:textId="77777777" w:rsidR="009060B9" w:rsidRPr="00D21F44" w:rsidRDefault="009060B9" w:rsidP="009060B9">
      <w:pPr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000000"/>
        <w:tblLook w:val="04A0" w:firstRow="1" w:lastRow="0" w:firstColumn="1" w:lastColumn="0" w:noHBand="0" w:noVBand="1"/>
      </w:tblPr>
      <w:tblGrid>
        <w:gridCol w:w="7982"/>
      </w:tblGrid>
      <w:tr w:rsidR="009060B9" w:rsidRPr="00D21F44" w14:paraId="2456281A" w14:textId="77777777" w:rsidTr="00C45704">
        <w:tc>
          <w:tcPr>
            <w:tcW w:w="7982" w:type="dxa"/>
            <w:shd w:val="clear" w:color="auto" w:fill="000000"/>
          </w:tcPr>
          <w:p w14:paraId="16BB62E6" w14:textId="77777777" w:rsidR="009060B9" w:rsidRPr="00D21F44" w:rsidRDefault="009060B9" w:rsidP="009060B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DCDD584" w14:textId="77777777" w:rsidR="009060B9" w:rsidRPr="00D21F44" w:rsidRDefault="009060B9" w:rsidP="002360D8">
            <w:pPr>
              <w:numPr>
                <w:ilvl w:val="0"/>
                <w:numId w:val="12"/>
              </w:numPr>
              <w:rPr>
                <w:rFonts w:ascii="Calibri" w:hAnsi="Calibri" w:cs="Calibri"/>
                <w:b/>
                <w:sz w:val="24"/>
                <w:szCs w:val="24"/>
              </w:rPr>
            </w:pPr>
            <w:r w:rsidRPr="00D21F44">
              <w:rPr>
                <w:rFonts w:ascii="Calibri" w:hAnsi="Calibri" w:cs="Calibri"/>
                <w:b/>
                <w:sz w:val="24"/>
                <w:szCs w:val="24"/>
              </w:rPr>
              <w:t>PODACI O PROJEKTU</w:t>
            </w:r>
          </w:p>
          <w:p w14:paraId="4C84F920" w14:textId="77777777" w:rsidR="009060B9" w:rsidRPr="00D21F44" w:rsidRDefault="009060B9" w:rsidP="009060B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184D415E" w14:textId="77777777" w:rsidR="009060B9" w:rsidRPr="00D21F44" w:rsidRDefault="009060B9" w:rsidP="009060B9">
      <w:pPr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5747"/>
      </w:tblGrid>
      <w:tr w:rsidR="009060B9" w:rsidRPr="00D21F44" w14:paraId="57FEE802" w14:textId="77777777">
        <w:tc>
          <w:tcPr>
            <w:tcW w:w="2235" w:type="dxa"/>
          </w:tcPr>
          <w:p w14:paraId="66D17768" w14:textId="77777777" w:rsidR="009060B9" w:rsidRPr="00D21F44" w:rsidRDefault="009060B9" w:rsidP="009060B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21F44">
              <w:rPr>
                <w:rFonts w:ascii="Calibri" w:hAnsi="Calibri" w:cs="Calibri"/>
                <w:b/>
                <w:sz w:val="20"/>
                <w:szCs w:val="20"/>
              </w:rPr>
              <w:t>Naziv projekta</w:t>
            </w:r>
          </w:p>
        </w:tc>
        <w:tc>
          <w:tcPr>
            <w:tcW w:w="5747" w:type="dxa"/>
          </w:tcPr>
          <w:p w14:paraId="0CDEBCD5" w14:textId="77777777" w:rsidR="009060B9" w:rsidRPr="00D21F44" w:rsidRDefault="009060B9" w:rsidP="009060B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9060B9" w:rsidRPr="00D21F44" w14:paraId="7975C3F2" w14:textId="77777777">
        <w:tc>
          <w:tcPr>
            <w:tcW w:w="7982" w:type="dxa"/>
            <w:gridSpan w:val="2"/>
          </w:tcPr>
          <w:p w14:paraId="69176A25" w14:textId="77777777" w:rsidR="009060B9" w:rsidRPr="00D21F44" w:rsidRDefault="009060B9" w:rsidP="009060B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24FE9FA" w14:textId="77777777" w:rsidR="009060B9" w:rsidRPr="00D21F44" w:rsidRDefault="009060B9" w:rsidP="009060B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21F44">
              <w:rPr>
                <w:rFonts w:ascii="Calibri" w:hAnsi="Calibri" w:cs="Calibri"/>
                <w:b/>
                <w:sz w:val="20"/>
                <w:szCs w:val="20"/>
              </w:rPr>
              <w:t>Detaljan opis projekta</w:t>
            </w:r>
          </w:p>
          <w:p w14:paraId="0ED0022D" w14:textId="77777777" w:rsidR="009060B9" w:rsidRPr="00D21F44" w:rsidRDefault="009060B9" w:rsidP="009060B9">
            <w:pPr>
              <w:rPr>
                <w:rFonts w:ascii="Calibri" w:hAnsi="Calibri" w:cs="Calibri"/>
                <w:color w:val="E36C0A"/>
                <w:sz w:val="20"/>
                <w:szCs w:val="20"/>
              </w:rPr>
            </w:pPr>
            <w:r w:rsidRPr="00D21F44">
              <w:rPr>
                <w:rFonts w:ascii="Calibri" w:hAnsi="Calibri" w:cs="Calibri"/>
                <w:color w:val="E36C0A"/>
                <w:sz w:val="20"/>
                <w:szCs w:val="20"/>
              </w:rPr>
              <w:t>...........................................................................................................................................</w:t>
            </w:r>
          </w:p>
          <w:p w14:paraId="5CF03078" w14:textId="77777777" w:rsidR="009060B9" w:rsidRPr="00D21F44" w:rsidRDefault="009060B9" w:rsidP="009060B9">
            <w:pPr>
              <w:rPr>
                <w:rFonts w:ascii="Calibri" w:hAnsi="Calibri" w:cs="Calibri"/>
                <w:color w:val="E36C0A"/>
                <w:sz w:val="20"/>
                <w:szCs w:val="20"/>
              </w:rPr>
            </w:pPr>
          </w:p>
          <w:p w14:paraId="0580474F" w14:textId="77777777" w:rsidR="009060B9" w:rsidRPr="00D21F44" w:rsidRDefault="009060B9" w:rsidP="009060B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53C61C4" w14:textId="77777777" w:rsidR="009060B9" w:rsidRPr="00D21F44" w:rsidRDefault="009060B9" w:rsidP="009060B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87F5B4C" w14:textId="77777777" w:rsidR="009060B9" w:rsidRPr="00D21F44" w:rsidRDefault="009060B9" w:rsidP="009060B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8DE23D6" w14:textId="77777777" w:rsidR="009060B9" w:rsidRPr="00D21F44" w:rsidRDefault="009060B9" w:rsidP="009060B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D11AF8C" w14:textId="77777777" w:rsidR="009060B9" w:rsidRPr="00D21F44" w:rsidRDefault="009060B9" w:rsidP="009060B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A88496E" w14:textId="77777777" w:rsidR="009060B9" w:rsidRPr="00D21F44" w:rsidRDefault="009060B9" w:rsidP="009060B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5EB0397" w14:textId="77777777" w:rsidR="009060B9" w:rsidRDefault="009060B9" w:rsidP="009060B9">
      <w:pPr>
        <w:rPr>
          <w:rFonts w:ascii="Calibri" w:hAnsi="Calibri" w:cs="Calibri"/>
          <w:b/>
          <w:sz w:val="24"/>
          <w:szCs w:val="24"/>
        </w:rPr>
      </w:pPr>
    </w:p>
    <w:p w14:paraId="523C2D03" w14:textId="77777777" w:rsidR="00FA1C86" w:rsidRDefault="00FA1C86" w:rsidP="009060B9">
      <w:pPr>
        <w:rPr>
          <w:rFonts w:ascii="Calibri" w:hAnsi="Calibri" w:cs="Calibri"/>
          <w:b/>
          <w:sz w:val="24"/>
          <w:szCs w:val="24"/>
        </w:rPr>
      </w:pPr>
    </w:p>
    <w:p w14:paraId="6997AA0C" w14:textId="77777777" w:rsidR="00FA1C86" w:rsidRDefault="00FA1C86" w:rsidP="009060B9">
      <w:pPr>
        <w:rPr>
          <w:rFonts w:ascii="Calibri" w:hAnsi="Calibri" w:cs="Calibri"/>
          <w:b/>
          <w:sz w:val="24"/>
          <w:szCs w:val="24"/>
        </w:rPr>
      </w:pPr>
    </w:p>
    <w:p w14:paraId="7A638604" w14:textId="77777777" w:rsidR="00FA1C86" w:rsidRDefault="00FA1C86" w:rsidP="009060B9">
      <w:pPr>
        <w:rPr>
          <w:rFonts w:ascii="Calibri" w:hAnsi="Calibri" w:cs="Calibri"/>
          <w:b/>
          <w:sz w:val="24"/>
          <w:szCs w:val="24"/>
        </w:rPr>
      </w:pPr>
    </w:p>
    <w:p w14:paraId="57194ABA" w14:textId="77777777" w:rsidR="00FA1C86" w:rsidRDefault="00FA1C86" w:rsidP="009060B9">
      <w:pPr>
        <w:rPr>
          <w:rFonts w:ascii="Calibri" w:hAnsi="Calibri" w:cs="Calibri"/>
          <w:b/>
          <w:sz w:val="24"/>
          <w:szCs w:val="24"/>
        </w:rPr>
      </w:pPr>
    </w:p>
    <w:p w14:paraId="0054A468" w14:textId="77777777" w:rsidR="00FA1C86" w:rsidRDefault="00FA1C86" w:rsidP="009060B9">
      <w:pPr>
        <w:rPr>
          <w:rFonts w:ascii="Calibri" w:hAnsi="Calibri" w:cs="Calibri"/>
          <w:b/>
          <w:sz w:val="24"/>
          <w:szCs w:val="24"/>
        </w:rPr>
      </w:pPr>
    </w:p>
    <w:p w14:paraId="4A33CD4C" w14:textId="77777777" w:rsidR="00FA1C86" w:rsidRPr="00D21F44" w:rsidRDefault="00FA1C86" w:rsidP="009060B9">
      <w:pPr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82"/>
      </w:tblGrid>
      <w:tr w:rsidR="009060B9" w:rsidRPr="00D21F44" w14:paraId="1A123413" w14:textId="77777777">
        <w:tc>
          <w:tcPr>
            <w:tcW w:w="7982" w:type="dxa"/>
          </w:tcPr>
          <w:p w14:paraId="13F58842" w14:textId="77777777" w:rsidR="009060B9" w:rsidRPr="00D21F44" w:rsidRDefault="009060B9" w:rsidP="009060B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D78FBA1" w14:textId="77777777" w:rsidR="009060B9" w:rsidRPr="00D21F44" w:rsidRDefault="009060B9" w:rsidP="009060B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21F44">
              <w:rPr>
                <w:rFonts w:ascii="Calibri" w:hAnsi="Calibri" w:cs="Calibri"/>
                <w:b/>
                <w:sz w:val="20"/>
                <w:szCs w:val="20"/>
              </w:rPr>
              <w:t>Ciljevi projekta</w:t>
            </w:r>
          </w:p>
          <w:p w14:paraId="355A3D69" w14:textId="77777777" w:rsidR="009060B9" w:rsidRPr="00532306" w:rsidRDefault="009060B9" w:rsidP="009060B9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2306">
              <w:rPr>
                <w:rFonts w:ascii="Calibri" w:hAnsi="Calibri" w:cs="Calibri"/>
                <w:color w:val="FF0000"/>
                <w:sz w:val="20"/>
                <w:szCs w:val="20"/>
              </w:rPr>
              <w:t>...........................................................................................................................................</w:t>
            </w:r>
          </w:p>
          <w:p w14:paraId="61F2AA87" w14:textId="77777777" w:rsidR="009060B9" w:rsidRPr="00D21F44" w:rsidRDefault="009060B9" w:rsidP="009060B9">
            <w:pPr>
              <w:rPr>
                <w:rFonts w:ascii="Calibri" w:hAnsi="Calibri" w:cs="Calibri"/>
                <w:color w:val="E36C0A"/>
                <w:sz w:val="20"/>
                <w:szCs w:val="20"/>
              </w:rPr>
            </w:pPr>
          </w:p>
          <w:p w14:paraId="3584DE87" w14:textId="77777777" w:rsidR="009060B9" w:rsidRPr="00D21F44" w:rsidRDefault="009060B9" w:rsidP="009060B9">
            <w:pPr>
              <w:rPr>
                <w:rFonts w:ascii="Calibri" w:hAnsi="Calibri" w:cs="Calibri"/>
                <w:color w:val="E36C0A"/>
                <w:sz w:val="20"/>
                <w:szCs w:val="20"/>
              </w:rPr>
            </w:pPr>
          </w:p>
          <w:p w14:paraId="4559A095" w14:textId="77777777" w:rsidR="009060B9" w:rsidRPr="00D21F44" w:rsidRDefault="009060B9" w:rsidP="009060B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A724F2B" w14:textId="77777777" w:rsidR="009060B9" w:rsidRPr="00D21F44" w:rsidRDefault="009060B9" w:rsidP="009060B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E53F2B3" w14:textId="77777777" w:rsidR="009060B9" w:rsidRPr="00D21F44" w:rsidRDefault="009060B9" w:rsidP="009060B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5927AD7" w14:textId="77777777" w:rsidR="009060B9" w:rsidRPr="00D21F44" w:rsidRDefault="009060B9" w:rsidP="009060B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F7F84B0" w14:textId="77777777" w:rsidR="009060B9" w:rsidRPr="00D21F44" w:rsidRDefault="009060B9" w:rsidP="009060B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1418EEDB" w14:textId="77777777" w:rsidR="002360D8" w:rsidRPr="00D21F44" w:rsidRDefault="002360D8" w:rsidP="009060B9">
      <w:pPr>
        <w:rPr>
          <w:rFonts w:ascii="Calibri" w:hAnsi="Calibri" w:cs="Calibri"/>
          <w:b/>
          <w:sz w:val="24"/>
          <w:szCs w:val="24"/>
        </w:rPr>
      </w:pPr>
    </w:p>
    <w:p w14:paraId="1B900AD9" w14:textId="77777777" w:rsidR="002360D8" w:rsidRPr="00D21F44" w:rsidRDefault="002360D8" w:rsidP="009060B9">
      <w:pPr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82"/>
      </w:tblGrid>
      <w:tr w:rsidR="002360D8" w:rsidRPr="00D21F44" w14:paraId="21A528D3" w14:textId="77777777">
        <w:tc>
          <w:tcPr>
            <w:tcW w:w="7982" w:type="dxa"/>
          </w:tcPr>
          <w:p w14:paraId="7FFCDEA6" w14:textId="77777777" w:rsidR="002360D8" w:rsidRPr="00D21F44" w:rsidRDefault="002360D8" w:rsidP="002360D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2F692DF" w14:textId="77777777" w:rsidR="002360D8" w:rsidRPr="00D21F44" w:rsidRDefault="00BF7DA9" w:rsidP="002360D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21F44">
              <w:rPr>
                <w:rFonts w:ascii="Calibri" w:hAnsi="Calibri" w:cs="Calibri"/>
                <w:b/>
                <w:sz w:val="20"/>
                <w:szCs w:val="20"/>
              </w:rPr>
              <w:t>Tehnički opis izložbenog postava</w:t>
            </w:r>
          </w:p>
          <w:p w14:paraId="686D458F" w14:textId="77777777" w:rsidR="002360D8" w:rsidRPr="00D21F44" w:rsidRDefault="002360D8" w:rsidP="002360D8">
            <w:pPr>
              <w:rPr>
                <w:rFonts w:ascii="Calibri" w:hAnsi="Calibri" w:cs="Calibri"/>
                <w:color w:val="E36C0A"/>
                <w:sz w:val="20"/>
                <w:szCs w:val="20"/>
              </w:rPr>
            </w:pPr>
            <w:r w:rsidRPr="00D21F44">
              <w:rPr>
                <w:rFonts w:ascii="Calibri" w:hAnsi="Calibri" w:cs="Calibri"/>
                <w:color w:val="E36C0A"/>
                <w:sz w:val="20"/>
                <w:szCs w:val="20"/>
              </w:rPr>
              <w:t>..........................................................................................................................................</w:t>
            </w:r>
          </w:p>
          <w:p w14:paraId="431262E7" w14:textId="77777777" w:rsidR="002360D8" w:rsidRPr="00D21F44" w:rsidRDefault="002360D8" w:rsidP="002360D8">
            <w:pPr>
              <w:rPr>
                <w:rFonts w:ascii="Calibri" w:hAnsi="Calibri" w:cs="Calibri"/>
                <w:color w:val="E36C0A"/>
                <w:sz w:val="20"/>
                <w:szCs w:val="20"/>
              </w:rPr>
            </w:pPr>
          </w:p>
          <w:p w14:paraId="33691D99" w14:textId="77777777" w:rsidR="002360D8" w:rsidRPr="00D21F44" w:rsidRDefault="002360D8" w:rsidP="002360D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2A13CB7" w14:textId="77777777" w:rsidR="002360D8" w:rsidRPr="00D21F44" w:rsidRDefault="002360D8" w:rsidP="002360D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EA312EB" w14:textId="77777777" w:rsidR="002360D8" w:rsidRPr="00D21F44" w:rsidRDefault="002360D8" w:rsidP="002360D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119A46D" w14:textId="77777777" w:rsidR="002360D8" w:rsidRPr="00D21F44" w:rsidRDefault="002360D8" w:rsidP="002360D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FC5C862" w14:textId="77777777" w:rsidR="002360D8" w:rsidRPr="00D21F44" w:rsidRDefault="002360D8" w:rsidP="002360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81BFC98" w14:textId="77777777" w:rsidR="002360D8" w:rsidRPr="00D21F44" w:rsidRDefault="002360D8" w:rsidP="002360D8">
      <w:pPr>
        <w:rPr>
          <w:rFonts w:ascii="Calibri" w:hAnsi="Calibri" w:cs="Calibri"/>
          <w:sz w:val="20"/>
          <w:szCs w:val="20"/>
        </w:rPr>
      </w:pPr>
    </w:p>
    <w:p w14:paraId="44B63A2C" w14:textId="77777777" w:rsidR="002360D8" w:rsidRPr="00D21F44" w:rsidRDefault="002360D8" w:rsidP="002360D8">
      <w:pPr>
        <w:rPr>
          <w:rFonts w:ascii="Calibri" w:hAnsi="Calibri" w:cs="Calibri"/>
          <w:sz w:val="20"/>
          <w:szCs w:val="20"/>
        </w:rPr>
      </w:pPr>
    </w:p>
    <w:p w14:paraId="1DE2737E" w14:textId="77777777" w:rsidR="002360D8" w:rsidRPr="00D21F44" w:rsidRDefault="002360D8" w:rsidP="002360D8">
      <w:pPr>
        <w:rPr>
          <w:rFonts w:ascii="Calibri" w:hAnsi="Calibri" w:cs="Calibri"/>
          <w:sz w:val="20"/>
          <w:szCs w:val="20"/>
        </w:rPr>
      </w:pPr>
    </w:p>
    <w:p w14:paraId="13756385" w14:textId="77777777" w:rsidR="002360D8" w:rsidRPr="00D21F44" w:rsidRDefault="002360D8" w:rsidP="002360D8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82"/>
      </w:tblGrid>
      <w:tr w:rsidR="002360D8" w:rsidRPr="00D21F44" w14:paraId="13AD84DA" w14:textId="77777777">
        <w:tc>
          <w:tcPr>
            <w:tcW w:w="7982" w:type="dxa"/>
          </w:tcPr>
          <w:p w14:paraId="1977A861" w14:textId="77777777" w:rsidR="002360D8" w:rsidRPr="00D21F44" w:rsidRDefault="002360D8" w:rsidP="009060B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E835A85" w14:textId="77777777" w:rsidR="002360D8" w:rsidRPr="00D21F44" w:rsidRDefault="002360D8" w:rsidP="009060B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21F44">
              <w:rPr>
                <w:rFonts w:ascii="Calibri" w:hAnsi="Calibri" w:cs="Calibri"/>
                <w:b/>
                <w:sz w:val="20"/>
                <w:szCs w:val="20"/>
              </w:rPr>
              <w:t>Detaljan prikaz troškovnika</w:t>
            </w:r>
          </w:p>
          <w:p w14:paraId="30346C85" w14:textId="77777777" w:rsidR="002360D8" w:rsidRPr="00532306" w:rsidRDefault="002360D8" w:rsidP="009060B9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2306">
              <w:rPr>
                <w:rFonts w:ascii="Calibri" w:hAnsi="Calibri" w:cs="Calibri"/>
                <w:color w:val="FF0000"/>
                <w:sz w:val="20"/>
                <w:szCs w:val="20"/>
              </w:rPr>
              <w:t>...........................................................................................................................................</w:t>
            </w:r>
          </w:p>
          <w:p w14:paraId="6633F9BD" w14:textId="77777777" w:rsidR="002360D8" w:rsidRPr="00D21F44" w:rsidRDefault="002360D8" w:rsidP="009060B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300B62D" w14:textId="77777777" w:rsidR="002360D8" w:rsidRPr="00D21F44" w:rsidRDefault="002360D8" w:rsidP="009060B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D59D979" w14:textId="77777777" w:rsidR="002360D8" w:rsidRPr="00D21F44" w:rsidRDefault="002360D8" w:rsidP="009060B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AF90458" w14:textId="77777777" w:rsidR="002360D8" w:rsidRPr="00D21F44" w:rsidRDefault="002360D8" w:rsidP="009060B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E289AE1" w14:textId="77777777" w:rsidR="002360D8" w:rsidRPr="00D21F44" w:rsidRDefault="002360D8" w:rsidP="009060B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6CA8DC5" w14:textId="77777777" w:rsidR="002360D8" w:rsidRPr="00D21F44" w:rsidRDefault="002360D8" w:rsidP="009060B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02CE6136" w14:textId="77777777" w:rsidR="002360D8" w:rsidRPr="00D21F44" w:rsidRDefault="002360D8" w:rsidP="009060B9">
      <w:pPr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000000"/>
        <w:tblLook w:val="04A0" w:firstRow="1" w:lastRow="0" w:firstColumn="1" w:lastColumn="0" w:noHBand="0" w:noVBand="1"/>
      </w:tblPr>
      <w:tblGrid>
        <w:gridCol w:w="7982"/>
      </w:tblGrid>
      <w:tr w:rsidR="002360D8" w:rsidRPr="00D21F44" w14:paraId="788CB0B5" w14:textId="77777777" w:rsidTr="00C45704">
        <w:tc>
          <w:tcPr>
            <w:tcW w:w="7982" w:type="dxa"/>
            <w:shd w:val="clear" w:color="auto" w:fill="000000"/>
          </w:tcPr>
          <w:p w14:paraId="42740911" w14:textId="77777777" w:rsidR="002360D8" w:rsidRPr="00D21F44" w:rsidRDefault="002360D8" w:rsidP="002360D8">
            <w:pPr>
              <w:numPr>
                <w:ilvl w:val="0"/>
                <w:numId w:val="12"/>
              </w:numPr>
              <w:rPr>
                <w:rFonts w:ascii="Calibri" w:hAnsi="Calibri" w:cs="Calibri"/>
                <w:b/>
                <w:sz w:val="24"/>
                <w:szCs w:val="24"/>
              </w:rPr>
            </w:pPr>
            <w:r w:rsidRPr="00D21F44">
              <w:rPr>
                <w:rFonts w:ascii="Calibri" w:hAnsi="Calibri" w:cs="Calibri"/>
                <w:b/>
                <w:sz w:val="24"/>
                <w:szCs w:val="24"/>
              </w:rPr>
              <w:t>DODATNA DOKUMENTACIJA</w:t>
            </w:r>
          </w:p>
        </w:tc>
      </w:tr>
    </w:tbl>
    <w:p w14:paraId="4864174D" w14:textId="77777777" w:rsidR="002360D8" w:rsidRPr="00D21F44" w:rsidRDefault="002360D8" w:rsidP="009060B9">
      <w:pPr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82"/>
      </w:tblGrid>
      <w:tr w:rsidR="002360D8" w:rsidRPr="00D21F44" w14:paraId="7A6FAB27" w14:textId="77777777">
        <w:tc>
          <w:tcPr>
            <w:tcW w:w="7982" w:type="dxa"/>
          </w:tcPr>
          <w:p w14:paraId="42DEAF14" w14:textId="77777777" w:rsidR="002360D8" w:rsidRPr="00D21F44" w:rsidRDefault="002360D8" w:rsidP="002360D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21F44">
              <w:rPr>
                <w:rFonts w:ascii="Calibri" w:hAnsi="Calibri" w:cs="Calibri"/>
                <w:b/>
                <w:sz w:val="20"/>
                <w:szCs w:val="20"/>
              </w:rPr>
              <w:t xml:space="preserve">Obavezno priložiti: </w:t>
            </w:r>
          </w:p>
          <w:p w14:paraId="73EF5E64" w14:textId="77777777" w:rsidR="002360D8" w:rsidRPr="00D21F44" w:rsidRDefault="002360D8" w:rsidP="002360D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1051126" w14:textId="77777777" w:rsidR="002360D8" w:rsidRPr="00D21F44" w:rsidRDefault="002360D8" w:rsidP="002360D8">
            <w:pPr>
              <w:numPr>
                <w:ilvl w:val="0"/>
                <w:numId w:val="15"/>
              </w:numPr>
              <w:rPr>
                <w:rFonts w:ascii="Calibri" w:hAnsi="Calibri" w:cs="Calibri"/>
                <w:sz w:val="24"/>
                <w:szCs w:val="24"/>
              </w:rPr>
            </w:pPr>
            <w:r w:rsidRPr="00D21F44">
              <w:rPr>
                <w:rFonts w:ascii="Calibri" w:hAnsi="Calibri" w:cs="Calibri"/>
                <w:sz w:val="20"/>
                <w:szCs w:val="20"/>
              </w:rPr>
              <w:t>Detaljan životopis predlagatelja (pravne i</w:t>
            </w:r>
            <w:r w:rsidR="00E86C80" w:rsidRPr="00D21F44">
              <w:rPr>
                <w:rFonts w:ascii="Calibri" w:hAnsi="Calibri" w:cs="Calibri"/>
                <w:sz w:val="20"/>
                <w:szCs w:val="20"/>
              </w:rPr>
              <w:t>li</w:t>
            </w:r>
            <w:r w:rsidRPr="00D21F44">
              <w:rPr>
                <w:rFonts w:ascii="Calibri" w:hAnsi="Calibri" w:cs="Calibri"/>
                <w:sz w:val="20"/>
                <w:szCs w:val="20"/>
              </w:rPr>
              <w:t xml:space="preserve"> fizičke osobe)</w:t>
            </w:r>
          </w:p>
        </w:tc>
      </w:tr>
    </w:tbl>
    <w:p w14:paraId="2905FAE5" w14:textId="77777777" w:rsidR="002360D8" w:rsidRPr="00D21F44" w:rsidRDefault="002360D8" w:rsidP="009060B9">
      <w:pPr>
        <w:rPr>
          <w:rFonts w:ascii="Calibri" w:hAnsi="Calibri" w:cs="Calibri"/>
          <w:b/>
          <w:sz w:val="24"/>
          <w:szCs w:val="24"/>
        </w:rPr>
      </w:pPr>
    </w:p>
    <w:p w14:paraId="6576E341" w14:textId="77777777" w:rsidR="002360D8" w:rsidRPr="00D21F44" w:rsidRDefault="002360D8" w:rsidP="009060B9">
      <w:pPr>
        <w:rPr>
          <w:rFonts w:ascii="Calibri" w:hAnsi="Calibri" w:cs="Calibri"/>
          <w:b/>
          <w:sz w:val="24"/>
          <w:szCs w:val="24"/>
        </w:rPr>
      </w:pPr>
    </w:p>
    <w:p w14:paraId="1CF91A12" w14:textId="77777777" w:rsidR="002360D8" w:rsidRPr="00D21F44" w:rsidRDefault="002360D8" w:rsidP="009060B9">
      <w:pPr>
        <w:rPr>
          <w:rFonts w:ascii="Calibri" w:hAnsi="Calibri" w:cs="Calibri"/>
          <w:b/>
          <w:sz w:val="24"/>
          <w:szCs w:val="24"/>
        </w:rPr>
      </w:pPr>
    </w:p>
    <w:p w14:paraId="1B69D5C5" w14:textId="77777777" w:rsidR="002360D8" w:rsidRPr="00D21F44" w:rsidRDefault="002360D8" w:rsidP="009060B9">
      <w:pPr>
        <w:rPr>
          <w:rFonts w:ascii="Calibri" w:hAnsi="Calibri" w:cs="Calibri"/>
          <w:b/>
          <w:sz w:val="24"/>
          <w:szCs w:val="24"/>
        </w:rPr>
      </w:pPr>
    </w:p>
    <w:p w14:paraId="463AA701" w14:textId="77777777" w:rsidR="002360D8" w:rsidRPr="00D21F44" w:rsidRDefault="002360D8" w:rsidP="009060B9">
      <w:pPr>
        <w:rPr>
          <w:rFonts w:ascii="Calibri" w:hAnsi="Calibri" w:cs="Calibri"/>
          <w:b/>
          <w:sz w:val="20"/>
          <w:szCs w:val="20"/>
        </w:rPr>
      </w:pPr>
      <w:r w:rsidRPr="00D21F44">
        <w:rPr>
          <w:rFonts w:ascii="Calibri" w:hAnsi="Calibri" w:cs="Calibri"/>
          <w:b/>
          <w:sz w:val="20"/>
          <w:szCs w:val="20"/>
        </w:rPr>
        <w:t>Mjesto i datum</w:t>
      </w:r>
      <w:r w:rsidRPr="00D21F44">
        <w:rPr>
          <w:rFonts w:ascii="Calibri" w:hAnsi="Calibri" w:cs="Calibri"/>
          <w:b/>
          <w:sz w:val="20"/>
          <w:szCs w:val="20"/>
        </w:rPr>
        <w:tab/>
      </w:r>
      <w:r w:rsidRPr="00D21F44">
        <w:rPr>
          <w:rFonts w:ascii="Calibri" w:hAnsi="Calibri" w:cs="Calibri"/>
          <w:b/>
          <w:sz w:val="20"/>
          <w:szCs w:val="20"/>
        </w:rPr>
        <w:tab/>
      </w:r>
      <w:r w:rsidRPr="00D21F44">
        <w:rPr>
          <w:rFonts w:ascii="Calibri" w:hAnsi="Calibri" w:cs="Calibri"/>
          <w:b/>
          <w:sz w:val="20"/>
          <w:szCs w:val="20"/>
        </w:rPr>
        <w:tab/>
      </w:r>
      <w:r w:rsidRPr="00D21F44">
        <w:rPr>
          <w:rFonts w:ascii="Calibri" w:hAnsi="Calibri" w:cs="Calibri"/>
          <w:b/>
          <w:sz w:val="20"/>
          <w:szCs w:val="20"/>
        </w:rPr>
        <w:tab/>
      </w:r>
      <w:r w:rsidRPr="00D21F44">
        <w:rPr>
          <w:rFonts w:ascii="Calibri" w:hAnsi="Calibri" w:cs="Calibri"/>
          <w:b/>
          <w:sz w:val="20"/>
          <w:szCs w:val="20"/>
        </w:rPr>
        <w:tab/>
      </w:r>
      <w:r w:rsidRPr="00D21F44">
        <w:rPr>
          <w:rFonts w:ascii="Calibri" w:hAnsi="Calibri" w:cs="Calibri"/>
          <w:b/>
          <w:sz w:val="20"/>
          <w:szCs w:val="20"/>
        </w:rPr>
        <w:tab/>
        <w:t>Potpis predlagatelja</w:t>
      </w:r>
    </w:p>
    <w:sectPr w:rsidR="002360D8" w:rsidRPr="00D21F44" w:rsidSect="00FA1C86">
      <w:headerReference w:type="default" r:id="rId7"/>
      <w:footerReference w:type="default" r:id="rId8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F6D2C" w14:textId="77777777" w:rsidR="00C3140A" w:rsidRDefault="00C3140A">
      <w:r>
        <w:separator/>
      </w:r>
    </w:p>
  </w:endnote>
  <w:endnote w:type="continuationSeparator" w:id="0">
    <w:p w14:paraId="31A47BE9" w14:textId="77777777" w:rsidR="00C3140A" w:rsidRDefault="00C31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9FD8E" w14:textId="77777777" w:rsidR="002360D8" w:rsidRDefault="002360D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2306">
      <w:rPr>
        <w:noProof/>
      </w:rPr>
      <w:t>2</w:t>
    </w:r>
    <w:r>
      <w:fldChar w:fldCharType="end"/>
    </w:r>
  </w:p>
  <w:p w14:paraId="60E10960" w14:textId="77777777" w:rsidR="007824B6" w:rsidRPr="007824B6" w:rsidRDefault="007824B6" w:rsidP="00595EE8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0DD17" w14:textId="77777777" w:rsidR="00C3140A" w:rsidRDefault="00C3140A">
      <w:r>
        <w:separator/>
      </w:r>
    </w:p>
  </w:footnote>
  <w:footnote w:type="continuationSeparator" w:id="0">
    <w:p w14:paraId="7DC34EB5" w14:textId="77777777" w:rsidR="00C3140A" w:rsidRDefault="00C31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9EF34" w14:textId="597DEBFC" w:rsidR="007824B6" w:rsidRDefault="00C3140A" w:rsidP="007824B6">
    <w:pPr>
      <w:pStyle w:val="Header"/>
      <w:jc w:val="right"/>
    </w:pPr>
    <w:r>
      <w:rPr>
        <w:noProof/>
      </w:rPr>
      <w:pict w14:anchorId="0E226B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HUiU-logo.png" style="position:absolute;left:0;text-align:left;margin-left:0;margin-top:-.4pt;width:182pt;height:90pt;z-index:-1;mso-wrap-edited:f;mso-width-percent:0;mso-height-percent:0;mso-position-horizontal:left;mso-position-horizontal-relative:margin;mso-position-vertical:absolute;mso-position-vertical-relative:text;mso-width-percent:0;mso-height-percent:0;mso-width-relative:page;mso-height-relative:page">
          <v:imagedata r:id="rId1" o:title="HUiU-logo"/>
          <w10:wrap type="topAndBottom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D70A7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533E6"/>
    <w:multiLevelType w:val="hybridMultilevel"/>
    <w:tmpl w:val="99B8D65A"/>
    <w:lvl w:ilvl="0" w:tplc="B6125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F2869"/>
    <w:multiLevelType w:val="hybridMultilevel"/>
    <w:tmpl w:val="C5BC68AA"/>
    <w:lvl w:ilvl="0" w:tplc="4CF816A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C67E7"/>
    <w:multiLevelType w:val="hybridMultilevel"/>
    <w:tmpl w:val="18B8C382"/>
    <w:lvl w:ilvl="0" w:tplc="27E017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54803"/>
    <w:multiLevelType w:val="hybridMultilevel"/>
    <w:tmpl w:val="06A0A3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61B8D"/>
    <w:multiLevelType w:val="hybridMultilevel"/>
    <w:tmpl w:val="AD8E99DE"/>
    <w:lvl w:ilvl="0" w:tplc="344CC5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14146"/>
    <w:multiLevelType w:val="hybridMultilevel"/>
    <w:tmpl w:val="40FA1B0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27207"/>
    <w:multiLevelType w:val="hybridMultilevel"/>
    <w:tmpl w:val="4462D1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D0D43"/>
    <w:multiLevelType w:val="hybridMultilevel"/>
    <w:tmpl w:val="9FDAE6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51FCF"/>
    <w:multiLevelType w:val="multilevel"/>
    <w:tmpl w:val="221E3374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Zero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537C0732"/>
    <w:multiLevelType w:val="hybridMultilevel"/>
    <w:tmpl w:val="6AB062DA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D1A3A"/>
    <w:multiLevelType w:val="hybridMultilevel"/>
    <w:tmpl w:val="890ACB6E"/>
    <w:lvl w:ilvl="0" w:tplc="3D147F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C6317D"/>
    <w:multiLevelType w:val="hybridMultilevel"/>
    <w:tmpl w:val="0F3A6070"/>
    <w:lvl w:ilvl="0" w:tplc="6490742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8F17C2"/>
    <w:multiLevelType w:val="hybridMultilevel"/>
    <w:tmpl w:val="F3B629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820A54"/>
    <w:multiLevelType w:val="hybridMultilevel"/>
    <w:tmpl w:val="7A14CDFE"/>
    <w:lvl w:ilvl="0" w:tplc="A47CA3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B2F38"/>
    <w:multiLevelType w:val="hybridMultilevel"/>
    <w:tmpl w:val="EC6CA874"/>
    <w:lvl w:ilvl="0" w:tplc="812296F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9"/>
  </w:num>
  <w:num w:numId="5">
    <w:abstractNumId w:val="12"/>
  </w:num>
  <w:num w:numId="6">
    <w:abstractNumId w:val="3"/>
  </w:num>
  <w:num w:numId="7">
    <w:abstractNumId w:val="15"/>
  </w:num>
  <w:num w:numId="8">
    <w:abstractNumId w:val="2"/>
  </w:num>
  <w:num w:numId="9">
    <w:abstractNumId w:val="14"/>
  </w:num>
  <w:num w:numId="10">
    <w:abstractNumId w:val="1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4"/>
  </w:num>
  <w:num w:numId="14">
    <w:abstractNumId w:val="7"/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4443"/>
    <w:rsid w:val="000273FD"/>
    <w:rsid w:val="00063D21"/>
    <w:rsid w:val="00064604"/>
    <w:rsid w:val="0007079F"/>
    <w:rsid w:val="00080D0D"/>
    <w:rsid w:val="000A45DC"/>
    <w:rsid w:val="00100C67"/>
    <w:rsid w:val="00105614"/>
    <w:rsid w:val="001250D5"/>
    <w:rsid w:val="001442E5"/>
    <w:rsid w:val="00144D3C"/>
    <w:rsid w:val="00150DA4"/>
    <w:rsid w:val="00177CB8"/>
    <w:rsid w:val="00191757"/>
    <w:rsid w:val="001C69A2"/>
    <w:rsid w:val="001D7400"/>
    <w:rsid w:val="001E697E"/>
    <w:rsid w:val="001F0112"/>
    <w:rsid w:val="002206B2"/>
    <w:rsid w:val="002360D8"/>
    <w:rsid w:val="00253233"/>
    <w:rsid w:val="002602BD"/>
    <w:rsid w:val="0029452B"/>
    <w:rsid w:val="002A451F"/>
    <w:rsid w:val="002D44D5"/>
    <w:rsid w:val="00330A9E"/>
    <w:rsid w:val="00367AFC"/>
    <w:rsid w:val="003817D6"/>
    <w:rsid w:val="003817E4"/>
    <w:rsid w:val="003E15CC"/>
    <w:rsid w:val="003E4D1E"/>
    <w:rsid w:val="00407A6D"/>
    <w:rsid w:val="00442D8E"/>
    <w:rsid w:val="00474420"/>
    <w:rsid w:val="004807BC"/>
    <w:rsid w:val="00481D1E"/>
    <w:rsid w:val="00485CFC"/>
    <w:rsid w:val="00486EF1"/>
    <w:rsid w:val="00493FFF"/>
    <w:rsid w:val="004A0632"/>
    <w:rsid w:val="004A6E18"/>
    <w:rsid w:val="004B7E1D"/>
    <w:rsid w:val="004F04C0"/>
    <w:rsid w:val="004F292E"/>
    <w:rsid w:val="0051316D"/>
    <w:rsid w:val="00523050"/>
    <w:rsid w:val="00532306"/>
    <w:rsid w:val="00534F0E"/>
    <w:rsid w:val="0054087C"/>
    <w:rsid w:val="00557967"/>
    <w:rsid w:val="005679EE"/>
    <w:rsid w:val="00583470"/>
    <w:rsid w:val="00585BB3"/>
    <w:rsid w:val="0059373F"/>
    <w:rsid w:val="00593CEF"/>
    <w:rsid w:val="00595EE8"/>
    <w:rsid w:val="005C06C8"/>
    <w:rsid w:val="005E372E"/>
    <w:rsid w:val="005F3D4C"/>
    <w:rsid w:val="0060239B"/>
    <w:rsid w:val="00606A9B"/>
    <w:rsid w:val="00611B2C"/>
    <w:rsid w:val="00616FD2"/>
    <w:rsid w:val="00624C96"/>
    <w:rsid w:val="0062781F"/>
    <w:rsid w:val="00634763"/>
    <w:rsid w:val="00673A6C"/>
    <w:rsid w:val="00683671"/>
    <w:rsid w:val="00691E06"/>
    <w:rsid w:val="006A557A"/>
    <w:rsid w:val="006B68E8"/>
    <w:rsid w:val="006E25BA"/>
    <w:rsid w:val="00725758"/>
    <w:rsid w:val="0077513F"/>
    <w:rsid w:val="007824B6"/>
    <w:rsid w:val="00783D32"/>
    <w:rsid w:val="007A133D"/>
    <w:rsid w:val="007A4EB5"/>
    <w:rsid w:val="007A5AAE"/>
    <w:rsid w:val="007E1EBD"/>
    <w:rsid w:val="007E398F"/>
    <w:rsid w:val="00830463"/>
    <w:rsid w:val="008435AC"/>
    <w:rsid w:val="00845E4E"/>
    <w:rsid w:val="00854443"/>
    <w:rsid w:val="0088068D"/>
    <w:rsid w:val="008B0ABF"/>
    <w:rsid w:val="008B4266"/>
    <w:rsid w:val="008F6D2F"/>
    <w:rsid w:val="009060B9"/>
    <w:rsid w:val="009233A3"/>
    <w:rsid w:val="009263EC"/>
    <w:rsid w:val="009373E8"/>
    <w:rsid w:val="009411FD"/>
    <w:rsid w:val="00990D4A"/>
    <w:rsid w:val="009A2CE4"/>
    <w:rsid w:val="009C3EE2"/>
    <w:rsid w:val="00A12192"/>
    <w:rsid w:val="00A27D59"/>
    <w:rsid w:val="00A50C19"/>
    <w:rsid w:val="00A553C3"/>
    <w:rsid w:val="00A75852"/>
    <w:rsid w:val="00A94E6F"/>
    <w:rsid w:val="00A97C8E"/>
    <w:rsid w:val="00AA2F88"/>
    <w:rsid w:val="00AD02B0"/>
    <w:rsid w:val="00AE7C18"/>
    <w:rsid w:val="00B27460"/>
    <w:rsid w:val="00B441E1"/>
    <w:rsid w:val="00B51524"/>
    <w:rsid w:val="00BD043C"/>
    <w:rsid w:val="00BE17A6"/>
    <w:rsid w:val="00BF7DA9"/>
    <w:rsid w:val="00C10ECA"/>
    <w:rsid w:val="00C3140A"/>
    <w:rsid w:val="00C45704"/>
    <w:rsid w:val="00C72B83"/>
    <w:rsid w:val="00C75B01"/>
    <w:rsid w:val="00C7698D"/>
    <w:rsid w:val="00C8179F"/>
    <w:rsid w:val="00CE2500"/>
    <w:rsid w:val="00D15889"/>
    <w:rsid w:val="00D21F44"/>
    <w:rsid w:val="00D46101"/>
    <w:rsid w:val="00D70E31"/>
    <w:rsid w:val="00D71008"/>
    <w:rsid w:val="00D74389"/>
    <w:rsid w:val="00DA276E"/>
    <w:rsid w:val="00DC4667"/>
    <w:rsid w:val="00DD1CDA"/>
    <w:rsid w:val="00E06C73"/>
    <w:rsid w:val="00E31778"/>
    <w:rsid w:val="00E62C6A"/>
    <w:rsid w:val="00E66043"/>
    <w:rsid w:val="00E76834"/>
    <w:rsid w:val="00E86C80"/>
    <w:rsid w:val="00EC42C2"/>
    <w:rsid w:val="00EC7A33"/>
    <w:rsid w:val="00ED4CBC"/>
    <w:rsid w:val="00EE06C7"/>
    <w:rsid w:val="00EE44D9"/>
    <w:rsid w:val="00EF4DF7"/>
    <w:rsid w:val="00F021B8"/>
    <w:rsid w:val="00F068AB"/>
    <w:rsid w:val="00F34200"/>
    <w:rsid w:val="00F40BD5"/>
    <w:rsid w:val="00F4512B"/>
    <w:rsid w:val="00F47F33"/>
    <w:rsid w:val="00F6481B"/>
    <w:rsid w:val="00F707F5"/>
    <w:rsid w:val="00F81430"/>
    <w:rsid w:val="00FA1C86"/>
    <w:rsid w:val="00FC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  <w14:docId w14:val="477068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9"/>
    <w:lsdException w:name="Plain Table 2" w:uiPriority="50"/>
    <w:lsdException w:name="Plain Table 3" w:uiPriority="51"/>
    <w:lsdException w:name="Plain Table 4" w:uiPriority="52"/>
    <w:lsdException w:name="Plain Table 5" w:uiPriority="46"/>
    <w:lsdException w:name="Grid Table Light" w:uiPriority="47"/>
    <w:lsdException w:name="Grid Table 1 Light" w:uiPriority="48"/>
    <w:lsdException w:name="Grid Table 2" w:uiPriority="49"/>
    <w:lsdException w:name="Grid Table 3" w:uiPriority="50"/>
    <w:lsdException w:name="Grid Table 4" w:uiPriority="51"/>
    <w:lsdException w:name="Grid Table 5 Dark" w:uiPriority="52"/>
    <w:lsdException w:name="Grid Table 6 Colorful" w:uiPriority="46"/>
    <w:lsdException w:name="Grid Table 7 Colorful" w:uiPriority="47"/>
    <w:lsdException w:name="Grid Table 1 Light Accent 1" w:uiPriority="48"/>
    <w:lsdException w:name="Grid Table 2 Accent 1" w:uiPriority="49"/>
    <w:lsdException w:name="Grid Table 3 Accent 1" w:uiPriority="50"/>
    <w:lsdException w:name="Grid Table 4 Accent 1" w:uiPriority="51"/>
    <w:lsdException w:name="Grid Table 5 Dark Accent 1" w:uiPriority="52"/>
    <w:lsdException w:name="Grid Table 6 Colorful Accent 1" w:uiPriority="46"/>
    <w:lsdException w:name="Grid Table 7 Colorful Accent 1" w:uiPriority="47"/>
    <w:lsdException w:name="Grid Table 1 Light Accent 2" w:uiPriority="48"/>
    <w:lsdException w:name="Grid Table 2 Accent 2" w:uiPriority="49"/>
    <w:lsdException w:name="Grid Table 3 Accent 2" w:uiPriority="50"/>
    <w:lsdException w:name="Grid Table 4 Accent 2" w:uiPriority="51"/>
    <w:lsdException w:name="Grid Table 5 Dark Accent 2" w:uiPriority="52"/>
    <w:lsdException w:name="Grid Table 6 Colorful Accent 2" w:uiPriority="46"/>
    <w:lsdException w:name="Grid Table 7 Colorful Accent 2" w:uiPriority="47"/>
    <w:lsdException w:name="Grid Table 1 Light Accent 3" w:uiPriority="48"/>
    <w:lsdException w:name="Grid Table 2 Accent 3" w:uiPriority="49"/>
    <w:lsdException w:name="Grid Table 3 Accent 3" w:uiPriority="50"/>
    <w:lsdException w:name="Grid Table 4 Accent 3" w:uiPriority="51"/>
    <w:lsdException w:name="Grid Table 5 Dark Accent 3" w:uiPriority="52"/>
    <w:lsdException w:name="Grid Table 6 Colorful Accent 3" w:uiPriority="46"/>
    <w:lsdException w:name="Grid Table 7 Colorful Accent 3" w:uiPriority="47"/>
    <w:lsdException w:name="Grid Table 1 Light Accent 4" w:uiPriority="48"/>
    <w:lsdException w:name="Grid Table 2 Accent 4" w:uiPriority="49"/>
    <w:lsdException w:name="Grid Table 3 Accent 4" w:uiPriority="50"/>
    <w:lsdException w:name="Grid Table 4 Accent 4" w:uiPriority="51"/>
    <w:lsdException w:name="Grid Table 5 Dark Accent 4" w:uiPriority="52"/>
    <w:lsdException w:name="Grid Table 6 Colorful Accent 4" w:uiPriority="46"/>
    <w:lsdException w:name="Grid Table 7 Colorful Accent 4" w:uiPriority="47"/>
    <w:lsdException w:name="Grid Table 1 Light Accent 5" w:uiPriority="48"/>
    <w:lsdException w:name="Grid Table 2 Accent 5" w:uiPriority="49"/>
    <w:lsdException w:name="Grid Table 3 Accent 5" w:uiPriority="50"/>
    <w:lsdException w:name="Grid Table 4 Accent 5" w:uiPriority="51"/>
    <w:lsdException w:name="Grid Table 5 Dark Accent 5" w:uiPriority="52"/>
    <w:lsdException w:name="Grid Table 6 Colorful Accent 5" w:uiPriority="46"/>
    <w:lsdException w:name="Grid Table 7 Colorful Accent 5" w:uiPriority="47"/>
    <w:lsdException w:name="Grid Table 1 Light Accent 6" w:uiPriority="48"/>
    <w:lsdException w:name="Grid Table 2 Accent 6" w:uiPriority="49"/>
    <w:lsdException w:name="Grid Table 3 Accent 6" w:uiPriority="50"/>
    <w:lsdException w:name="Grid Table 4 Accent 6" w:uiPriority="51"/>
    <w:lsdException w:name="Grid Table 5 Dark Accent 6" w:uiPriority="52"/>
    <w:lsdException w:name="Grid Table 6 Colorful Accent 6" w:uiPriority="46"/>
    <w:lsdException w:name="Grid Table 7 Colorful Accent 6" w:uiPriority="47"/>
    <w:lsdException w:name="List Table 1 Light" w:uiPriority="48"/>
    <w:lsdException w:name="List Table 2" w:uiPriority="49"/>
    <w:lsdException w:name="List Table 3" w:uiPriority="50"/>
    <w:lsdException w:name="List Table 4" w:uiPriority="51"/>
    <w:lsdException w:name="List Table 5 Dark" w:uiPriority="52"/>
    <w:lsdException w:name="List Table 6 Colorful" w:uiPriority="46"/>
    <w:lsdException w:name="List Table 7 Colorful" w:uiPriority="47"/>
    <w:lsdException w:name="List Table 1 Light Accent 1" w:uiPriority="48"/>
    <w:lsdException w:name="List Table 2 Accent 1" w:uiPriority="49"/>
    <w:lsdException w:name="List Table 3 Accent 1" w:uiPriority="50"/>
    <w:lsdException w:name="List Table 4 Accent 1" w:uiPriority="51"/>
    <w:lsdException w:name="List Table 5 Dark Accent 1" w:uiPriority="52"/>
    <w:lsdException w:name="List Table 6 Colorful Accent 1" w:uiPriority="46"/>
    <w:lsdException w:name="List Table 7 Colorful Accent 1" w:uiPriority="47"/>
    <w:lsdException w:name="List Table 1 Light Accent 2" w:uiPriority="48"/>
    <w:lsdException w:name="List Table 2 Accent 2" w:uiPriority="49"/>
    <w:lsdException w:name="List Table 3 Accent 2" w:uiPriority="50"/>
    <w:lsdException w:name="List Table 4 Accent 2" w:uiPriority="51"/>
    <w:lsdException w:name="List Table 5 Dark Accent 2" w:uiPriority="52"/>
    <w:lsdException w:name="List Table 6 Colorful Accent 2" w:uiPriority="46"/>
    <w:lsdException w:name="List Table 7 Colorful Accent 2" w:uiPriority="47"/>
    <w:lsdException w:name="List Table 1 Light Accent 3" w:uiPriority="48"/>
    <w:lsdException w:name="List Table 2 Accent 3" w:uiPriority="49"/>
    <w:lsdException w:name="List Table 3 Accent 3" w:uiPriority="50"/>
    <w:lsdException w:name="List Table 4 Accent 3" w:uiPriority="51"/>
    <w:lsdException w:name="List Table 5 Dark Accent 3" w:uiPriority="52"/>
    <w:lsdException w:name="List Table 6 Colorful Accent 3" w:uiPriority="46"/>
    <w:lsdException w:name="List Table 7 Colorful Accent 3" w:uiPriority="47"/>
    <w:lsdException w:name="List Table 1 Light Accent 4" w:uiPriority="48"/>
    <w:lsdException w:name="List Table 2 Accent 4" w:uiPriority="49"/>
    <w:lsdException w:name="List Table 3 Accent 4" w:uiPriority="50"/>
    <w:lsdException w:name="List Table 4 Accent 4" w:uiPriority="51"/>
    <w:lsdException w:name="List Table 5 Dark Accent 4" w:uiPriority="52"/>
    <w:lsdException w:name="List Table 6 Colorful Accent 4" w:uiPriority="46"/>
    <w:lsdException w:name="List Table 7 Colorful Accent 4" w:uiPriority="47"/>
    <w:lsdException w:name="List Table 1 Light Accent 5" w:uiPriority="48"/>
    <w:lsdException w:name="List Table 2 Accent 5" w:uiPriority="49"/>
    <w:lsdException w:name="List Table 3 Accent 5" w:uiPriority="50"/>
    <w:lsdException w:name="List Table 4 Accent 5" w:uiPriority="51"/>
    <w:lsdException w:name="List Table 5 Dark Accent 5" w:uiPriority="52"/>
    <w:lsdException w:name="List Table 6 Colorful Accent 5" w:uiPriority="99"/>
    <w:lsdException w:name="List Table 7 Colorful Accent 5" w:uiPriority="99"/>
    <w:lsdException w:name="List Table 1 Light Accent 6" w:uiPriority="99"/>
    <w:lsdException w:name="List Table 2 Accent 6" w:uiPriority="99"/>
    <w:lsdException w:name="List Table 3 Accent 6" w:uiPriority="99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szCs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824B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824B6"/>
    <w:pPr>
      <w:tabs>
        <w:tab w:val="center" w:pos="4536"/>
        <w:tab w:val="right" w:pos="9072"/>
      </w:tabs>
    </w:pPr>
  </w:style>
  <w:style w:type="character" w:styleId="Hyperlink">
    <w:name w:val="Hyperlink"/>
    <w:rsid w:val="0062781F"/>
    <w:rPr>
      <w:color w:val="0000FF"/>
      <w:u w:val="single"/>
    </w:rPr>
  </w:style>
  <w:style w:type="character" w:styleId="PageNumber">
    <w:name w:val="page number"/>
    <w:basedOn w:val="DefaultParagraphFont"/>
    <w:rsid w:val="0062781F"/>
  </w:style>
  <w:style w:type="character" w:customStyle="1" w:styleId="apple-style-span">
    <w:name w:val="apple-style-span"/>
    <w:basedOn w:val="DefaultParagraphFont"/>
    <w:rsid w:val="00A75852"/>
  </w:style>
  <w:style w:type="paragraph" w:customStyle="1" w:styleId="Default">
    <w:name w:val="Default"/>
    <w:rsid w:val="003E15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hr-BA" w:eastAsia="hr-BA"/>
    </w:rPr>
  </w:style>
  <w:style w:type="paragraph" w:styleId="ListParagraph">
    <w:name w:val="List Paragraph"/>
    <w:basedOn w:val="Normal"/>
    <w:uiPriority w:val="34"/>
    <w:qFormat/>
    <w:rsid w:val="003E15CC"/>
    <w:pPr>
      <w:ind w:left="708"/>
    </w:pPr>
    <w:rPr>
      <w:rFonts w:ascii="Times New Roman" w:hAnsi="Times New Roman"/>
      <w:sz w:val="24"/>
      <w:szCs w:val="24"/>
      <w:lang w:val="en-GB"/>
    </w:rPr>
  </w:style>
  <w:style w:type="character" w:customStyle="1" w:styleId="ct-txt">
    <w:name w:val="ct-txt"/>
    <w:basedOn w:val="DefaultParagraphFont"/>
    <w:rsid w:val="004A0632"/>
  </w:style>
  <w:style w:type="paragraph" w:styleId="NormalWeb">
    <w:name w:val="Normal (Web)"/>
    <w:basedOn w:val="Normal"/>
    <w:uiPriority w:val="99"/>
    <w:unhideWhenUsed/>
    <w:rsid w:val="006A557A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hr-BA" w:eastAsia="hr-BA"/>
    </w:rPr>
  </w:style>
  <w:style w:type="character" w:customStyle="1" w:styleId="apple-converted-space">
    <w:name w:val="apple-converted-space"/>
    <w:basedOn w:val="DefaultParagraphFont"/>
    <w:rsid w:val="001442E5"/>
  </w:style>
  <w:style w:type="character" w:styleId="Strong">
    <w:name w:val="Strong"/>
    <w:uiPriority w:val="22"/>
    <w:qFormat/>
    <w:rsid w:val="001442E5"/>
    <w:rPr>
      <w:b/>
      <w:bCs/>
    </w:rPr>
  </w:style>
  <w:style w:type="table" w:styleId="TableGrid">
    <w:name w:val="Table Grid"/>
    <w:basedOn w:val="TableNormal"/>
    <w:rsid w:val="00F707F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360D8"/>
    <w:rPr>
      <w:rFonts w:ascii="Arial" w:hAnsi="Arial"/>
      <w:sz w:val="22"/>
      <w:szCs w:val="22"/>
    </w:rPr>
  </w:style>
  <w:style w:type="character" w:customStyle="1" w:styleId="FooterChar">
    <w:name w:val="Footer Char"/>
    <w:link w:val="Footer"/>
    <w:uiPriority w:val="99"/>
    <w:rsid w:val="002360D8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Documents%20and%20Settings\Divna\Application%20Data\Microsoft\Templates\hdd%20novi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Settings\Divna\Application Data\Microsoft\Templates\hdd novi memo.dot</Template>
  <TotalTime>8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Prijavnica za predlaganje izložbenih projekata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Prijavnica za predlaganje izložbenih projekata</dc:title>
  <dc:subject/>
  <dc:creator>Mirjana</dc:creator>
  <cp:keywords/>
  <cp:lastModifiedBy>Microsoft Office User</cp:lastModifiedBy>
  <cp:revision>5</cp:revision>
  <cp:lastPrinted>1899-12-31T23:00:00Z</cp:lastPrinted>
  <dcterms:created xsi:type="dcterms:W3CDTF">2019-07-02T17:08:00Z</dcterms:created>
  <dcterms:modified xsi:type="dcterms:W3CDTF">2020-07-07T18:36:00Z</dcterms:modified>
</cp:coreProperties>
</file>